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« Fiche entreprise » </w:t>
            </w:r>
            <w:r w:rsidR="006A5022">
              <w:rPr>
                <w:b/>
                <w:u w:val="single"/>
              </w:rPr>
              <w:t>présente</w:t>
            </w:r>
            <w:r w:rsidRPr="000A39AA">
              <w:rPr>
                <w:b/>
                <w:u w:val="single"/>
              </w:rPr>
              <w:t xml:space="preserve"> </w:t>
            </w:r>
            <w:r w:rsidR="006A5022">
              <w:rPr>
                <w:b/>
                <w:u w:val="single"/>
              </w:rPr>
              <w:t>d</w:t>
            </w:r>
            <w:r w:rsidRPr="000A39AA">
              <w:rPr>
                <w:b/>
                <w:u w:val="single"/>
              </w:rPr>
              <w:t>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 w:rsidR="00AC1FF1">
              <w:t>Elle doit être jointe à l’offre au format numérique .</w:t>
            </w:r>
            <w:proofErr w:type="spellStart"/>
            <w:r w:rsidR="00AC1FF1">
              <w:t>docx</w:t>
            </w:r>
            <w:proofErr w:type="spellEnd"/>
            <w:r w:rsidR="00AC1FF1">
              <w:t xml:space="preserve"> </w:t>
            </w:r>
            <w:proofErr w:type="gramStart"/>
            <w:r w:rsidR="00AC1FF1">
              <w:t>ou .</w:t>
            </w:r>
            <w:proofErr w:type="spellStart"/>
            <w:r w:rsidR="00AC1FF1">
              <w:t>odt</w:t>
            </w:r>
            <w:proofErr w:type="spellEnd"/>
            <w:proofErr w:type="gramEnd"/>
            <w:r w:rsidR="00AC1FF1">
              <w:t xml:space="preserve"> afin que le pouvoir adjudicateur puisse</w:t>
            </w:r>
            <w:r w:rsidR="00050404">
              <w:t xml:space="preserve"> renseigner dans la partie qui lui est réservée</w:t>
            </w:r>
            <w:r w:rsidR="00AC1FF1">
              <w:t xml:space="preserve">, après la notification, les dates de notification, de fin de la période ferme et de fin définitive du marché. </w:t>
            </w:r>
            <w:r w:rsidR="006F624A">
              <w:t xml:space="preserve">Des </w:t>
            </w:r>
            <w:r w:rsidRPr="000A39AA">
              <w:t xml:space="preserve">demandes de précisions pourront être demandées aux </w:t>
            </w:r>
            <w:r w:rsidR="00AC1FF1">
              <w:t>candidats</w:t>
            </w:r>
            <w:r w:rsidRPr="000A39AA">
              <w:t xml:space="preserve">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="006F624A">
              <w:t xml:space="preserve">. Elle fera </w:t>
            </w:r>
            <w:r w:rsidRPr="000A39AA">
              <w:t xml:space="preserve">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6F624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  <w:p w:rsidR="007214D2" w:rsidRPr="000A39AA" w:rsidRDefault="007214D2" w:rsidP="002C6F71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Toute demande adressée par courriel </w:t>
            </w:r>
            <w:r w:rsidR="002C6F71">
              <w:t xml:space="preserve">au pouvoir adjudicateur </w:t>
            </w:r>
            <w:r>
              <w:t>doit avoir pour objet : Clause sociale [références du marché]</w:t>
            </w:r>
          </w:p>
        </w:tc>
      </w:tr>
    </w:tbl>
    <w:p w:rsidR="006A5022" w:rsidRDefault="006A5022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4BF7CBBD" wp14:editId="7C4FE906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B55688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3938D63D58D24C4BA8308DF89D4B8947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77249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F19669A99FB24290A1A4D4FCDB9F1F54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95618C8E5AA34503808E161CC046A96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CEB61BF137004A75B3E80B73CCC06DF7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5FA8E8151D914045998C0E208FA94A60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4B42D5EA43FD43C493124D268640C28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5203B78A5AE6484EB323FDFC19708D9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D8E801E71C904130A210A4F653FF936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153C4C5C4D2B4A9CBBBA6F227CC920E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1042765CE1BB4EF2AE9286F44B1CDC6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DA282DCBFBD2406E8746B531A68E0CD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EC6B693D71B74CAAAAF7C4088D06FB3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08ADA020E8704927A8FE211C4C1900D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69FFC2A005E24E4195A4893043E121F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F7CDD5E80A648519317E79746398DE1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D1514AA6B12C4372847F9BCFB74061E1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6911C67943314A50A4439DF9B8C17F9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0DE069CA4ADE4F5A9CD5719C6B1394F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762F58B2B64C4BC19A7B08AC8B004F5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9D7F99CA071844E2847A109C273A3DD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77249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9EB9B480BB10443EA3AB4A6812DA4E69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675F85">
                  <w:rPr>
                    <w:rFonts w:cs="Arial"/>
                    <w:color w:val="7F7F7F" w:themeColor="text1" w:themeTint="80"/>
                    <w:szCs w:val="20"/>
                  </w:rPr>
                  <w:t>900 heures (6 mois)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3945DB9049AD457D903478F7CDEB0218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54731D9178944F57A2720F14B2FC9D6D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77249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74499A2835E34A798A3DB055DBD3C18A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77249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FF5DEA29D6D64117BA49A06F0DCA8CA3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B338F97751F946F18F8F70B0B582CA63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B48F211DAA4E44DB92E0A08896DA10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772499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6E1A6A9E494C49739FB3CDE444025A51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772499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DB485989217443579621B1A523C51394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772499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772499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772499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772499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772499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772499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772499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772499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772499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772499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772499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772499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772499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772499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772499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83F9030B0DA74867A638E215EDC40528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772499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772499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772499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772499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772499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772499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772499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772499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6E73C06568454596BF210D3992395A04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333659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482629194"/>
              <w:placeholder>
                <w:docPart w:val="2FD4EA988C3C4FCB82424D6C59343D9F"/>
              </w:placeholder>
            </w:sdtPr>
            <w:sdtEndPr/>
            <w:sdtContent>
              <w:p w:rsidR="00DE3B00" w:rsidRPr="007214D2" w:rsidRDefault="006F624A" w:rsidP="006F624A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Ministère de l’Éducation nationale et de la Jeunesse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6F624A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</w:t>
            </w:r>
            <w:r w:rsidR="006F624A">
              <w:rPr>
                <w:b/>
                <w:szCs w:val="18"/>
              </w:rPr>
              <w:t xml:space="preserve"> 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110642642"/>
              <w:placeholder>
                <w:docPart w:val="01C2A037719F4038B9E8D9E7AC6A3899"/>
              </w:placeholder>
            </w:sdtPr>
            <w:sdtEndPr/>
            <w:sdtContent>
              <w:p w:rsidR="00DE3B00" w:rsidRPr="006F624A" w:rsidRDefault="006F624A" w:rsidP="006F624A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Administration centrale</w:t>
                </w:r>
              </w:p>
            </w:sdtContent>
          </w:sdt>
        </w:tc>
      </w:tr>
      <w:tr w:rsidR="00DE3B00" w:rsidRPr="00040D40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964B88989590433EB302DF14F2B3D217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6F624A" w:rsidP="006F624A">
                <w:pPr>
                  <w:rPr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61-65 rue Dutot 75015 Paris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7214D2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P</w:t>
            </w:r>
            <w:r w:rsidR="00DE3B00">
              <w:rPr>
                <w:b/>
                <w:szCs w:val="18"/>
              </w:rPr>
              <w:t>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1E1FD83DE0144D6C92A2D0DC1A5B85CD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214D2" w:rsidP="007214D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Bureau de la performance et du contrôle de gestion des achats (Achats 3)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1FFB3777D2F4423D8D2E9804B4379C05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214D2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214D2">
                  <w:rPr>
                    <w:bCs/>
                    <w:color w:val="7F7F7F" w:themeColor="text1" w:themeTint="80"/>
                    <w:szCs w:val="20"/>
                  </w:rPr>
                  <w:t>saam-mission.achats3@education.gouv.fr</w:t>
                </w:r>
              </w:p>
            </w:tc>
          </w:sdtContent>
        </w:sdt>
      </w:tr>
      <w:tr w:rsidR="00174455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174455" w:rsidRDefault="00174455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Téléphone du point de contact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74455" w:rsidRDefault="006E1D34" w:rsidP="008531DB">
            <w:pPr>
              <w:rPr>
                <w:bCs/>
                <w:color w:val="7F7F7F" w:themeColor="text1" w:themeTint="80"/>
                <w:szCs w:val="20"/>
              </w:rPr>
            </w:pPr>
            <w:r>
              <w:rPr>
                <w:bCs/>
                <w:color w:val="7F7F7F" w:themeColor="text1" w:themeTint="80"/>
                <w:szCs w:val="20"/>
              </w:rPr>
              <w:t>01 55 55 25 45</w:t>
            </w:r>
          </w:p>
        </w:tc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B42B95DC570A41498FB6CBA19BFC0B6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Pr="00675F85" w:rsidRDefault="00675F85" w:rsidP="00772499">
                <w:pPr>
                  <w:ind w:left="2268"/>
                  <w:jc w:val="both"/>
                  <w:rPr>
                    <w:rFonts w:eastAsia="MS Mincho" w:cs="Arial"/>
                    <w:b/>
                    <w:szCs w:val="20"/>
                    <w:lang w:val="nl-NL" w:eastAsia="ja-JP"/>
                  </w:rPr>
                </w:pPr>
                <w:r w:rsidRPr="00772499">
                  <w:rPr>
                    <w:rFonts w:eastAsia="MS Mincho" w:cs="Arial"/>
                    <w:szCs w:val="20"/>
                    <w:lang w:val="nl-NL" w:eastAsia="ja-JP"/>
                  </w:rPr>
                  <w:t>MEN</w:t>
                </w:r>
                <w:r w:rsidRPr="00772499">
                  <w:rPr>
                    <w:rFonts w:eastAsia="MS Mincho" w:cs="Arial"/>
                    <w:szCs w:val="20"/>
                    <w:lang w:val="nl-NL" w:eastAsia="ja-JP"/>
                  </w:rPr>
                  <w:noBreakHyphen/>
                  <w:t>SG</w:t>
                </w:r>
                <w:r w:rsidRPr="00772499">
                  <w:rPr>
                    <w:rFonts w:eastAsia="MS Mincho" w:cs="Arial"/>
                    <w:szCs w:val="20"/>
                    <w:lang w:val="nl-NL" w:eastAsia="ja-JP"/>
                  </w:rPr>
                  <w:noBreakHyphen/>
                  <w:t>AOO-25028</w:t>
                </w:r>
              </w:p>
            </w:tc>
          </w:sdtContent>
        </w:sdt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6F624A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</w:t>
            </w:r>
            <w:r w:rsidR="006F624A">
              <w:rPr>
                <w:b/>
                <w:szCs w:val="18"/>
              </w:rPr>
              <w:t xml:space="preserve"> : </w:t>
            </w:r>
          </w:p>
          <w:p w:rsidR="00DE3B00" w:rsidRPr="006F624A" w:rsidRDefault="006F624A" w:rsidP="008531DB">
            <w:pPr>
              <w:jc w:val="right"/>
              <w:rPr>
                <w:i/>
                <w:szCs w:val="18"/>
              </w:rPr>
            </w:pPr>
            <w:r w:rsidRPr="006F624A">
              <w:rPr>
                <w:i/>
                <w:szCs w:val="18"/>
              </w:rPr>
              <w:t>(travaux, services, fournitures)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169C76077A1A4DD0AE4F6EDD7EE19D0D"/>
            </w:placeholder>
          </w:sdtPr>
          <w:sdtEndPr/>
          <w:sdtContent>
            <w:bookmarkStart w:id="0" w:name="_GoBack" w:displacedByCustomXml="prev"/>
            <w:bookmarkEnd w:id="0" w:displacedByCustomXml="prev"/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675F85" w:rsidRPr="0053435E" w:rsidRDefault="00772499" w:rsidP="00675F85">
                <w:pPr>
                  <w:spacing w:line="240" w:lineRule="exact"/>
                  <w:rPr>
                    <w:rFonts w:eastAsia="MS Mincho" w:cs="Arial"/>
                    <w:szCs w:val="20"/>
                    <w:lang w:eastAsia="ja-JP"/>
                  </w:rPr>
                </w:pPr>
                <w:r>
                  <w:rPr>
                    <w:rFonts w:cs="Arial"/>
                    <w:szCs w:val="20"/>
                  </w:rPr>
                  <w:t>Services</w:t>
                </w:r>
              </w:p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</w:p>
            </w:tc>
          </w:sdtContent>
        </w:sdt>
      </w:tr>
      <w:tr w:rsidR="00DE3B00" w:rsidRPr="002B1138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B686E1D4491B4EB88588BD20625EA2D1"/>
            </w:placeholder>
          </w:sdtPr>
          <w:sdtEndPr/>
          <w:sdtContent>
            <w:sdt>
              <w:sdtPr>
                <w:rPr>
                  <w:bCs/>
                  <w:color w:val="7F7F7F" w:themeColor="text1" w:themeTint="80"/>
                  <w:szCs w:val="20"/>
                </w:rPr>
                <w:id w:val="-1134178791"/>
                <w:placeholder>
                  <w:docPart w:val="C0FC971CCAE34CBC838ECDEB9E27FBB4"/>
                </w:placeholder>
              </w:sdtPr>
              <w:sdtEndPr/>
              <w:sdtContent>
                <w:tc>
                  <w:tcPr>
                    <w:tcW w:w="6321" w:type="dxa"/>
                    <w:tcBorders>
                      <w:top w:val="single" w:sz="4" w:space="0" w:color="D9D9D9" w:themeColor="background1" w:themeShade="D9"/>
                      <w:left w:val="single" w:sz="4" w:space="0" w:color="D9D9D9" w:themeColor="background1" w:themeShade="D9"/>
                      <w:bottom w:val="single" w:sz="4" w:space="0" w:color="D9D9D9" w:themeColor="background1" w:themeShade="D9"/>
                    </w:tcBorders>
                    <w:shd w:val="clear" w:color="auto" w:fill="F2F2F2" w:themeFill="background1" w:themeFillShade="F2"/>
                    <w:vAlign w:val="center"/>
                  </w:tcPr>
                  <w:p w:rsidR="00675F85" w:rsidRPr="0053435E" w:rsidRDefault="00675F85" w:rsidP="00675F85">
                    <w:pPr>
                      <w:spacing w:line="240" w:lineRule="exact"/>
                      <w:rPr>
                        <w:rFonts w:eastAsia="MS Mincho" w:cs="Arial"/>
                        <w:szCs w:val="20"/>
                        <w:lang w:eastAsia="ja-JP"/>
                      </w:rPr>
                    </w:pPr>
                    <w:r w:rsidRPr="0053435E">
                      <w:rPr>
                        <w:rFonts w:cs="Arial"/>
                        <w:szCs w:val="20"/>
                      </w:rPr>
                      <w:t xml:space="preserve">Réalisation de prestations de tierce maintenance applicative et de prestations associées pour le portail intranet national sécurisé "Pléiade" (technologies Microsoft SharePoint / SQL Server) pour le compte des ministères chargés de l’éducation nationale, </w:t>
                    </w:r>
                    <w:r w:rsidRPr="0053435E">
                      <w:rPr>
                        <w:szCs w:val="20"/>
                        <w:lang w:eastAsia="ja-JP"/>
                      </w:rPr>
                      <w:t>de l’enseignement supérieur et de la recherche, des sports</w:t>
                    </w:r>
                    <w:r>
                      <w:rPr>
                        <w:szCs w:val="20"/>
                        <w:lang w:eastAsia="ja-JP"/>
                      </w:rPr>
                      <w:t>,</w:t>
                    </w:r>
                    <w:r w:rsidRPr="0053435E">
                      <w:rPr>
                        <w:szCs w:val="20"/>
                        <w:lang w:eastAsia="ja-JP"/>
                      </w:rPr>
                      <w:t xml:space="preserve"> de la jeunesse et de la vie associative.</w:t>
                    </w:r>
                  </w:p>
                  <w:p w:rsidR="00DE3B00" w:rsidRPr="002B1138" w:rsidRDefault="00DE3B00" w:rsidP="00675F85">
                    <w:pPr>
                      <w:jc w:val="both"/>
                      <w:rPr>
                        <w:color w:val="7F7F7F" w:themeColor="text1" w:themeTint="80"/>
                      </w:rPr>
                    </w:pPr>
                  </w:p>
                </w:tc>
              </w:sdtContent>
            </w:sdt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F305F01B0E344E21B8915E65C94AE43E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F305F01B0E344E21B8915E65C94AE43E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F305F01B0E344E21B8915E65C94AE43E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AC1FF1" w:rsidRDefault="00AC1FF1" w:rsidP="00AC1FF1">
      <w:pPr>
        <w:suppressAutoHyphens w:val="0"/>
        <w:spacing w:line="276" w:lineRule="auto"/>
        <w:jc w:val="both"/>
        <w:rPr>
          <w:color w:val="auto"/>
        </w:rPr>
      </w:pPr>
      <w:r w:rsidRPr="00AC1FF1">
        <w:rPr>
          <w:b/>
          <w:i/>
          <w:color w:val="auto"/>
        </w:rPr>
        <w:t xml:space="preserve">À l’attention des MLDS. </w:t>
      </w:r>
      <w:r w:rsidRPr="00AC1FF1">
        <w:rPr>
          <w:color w:val="auto"/>
        </w:rPr>
        <w:t xml:space="preserve">Toute demande adressée par courriel au pouvoir adjudicateur doit avoir pour objet : Clause sociale [n° </w:t>
      </w:r>
      <w:r w:rsidR="00675F85">
        <w:rPr>
          <w:color w:val="auto"/>
        </w:rPr>
        <w:t>MEN-SG-AOO-25028-TMA PLEIADE</w:t>
      </w:r>
      <w:r w:rsidRPr="00AC1FF1">
        <w:rPr>
          <w:color w:val="auto"/>
        </w:rPr>
        <w:t>]</w:t>
      </w:r>
      <w:r w:rsidR="00117E59">
        <w:rPr>
          <w:color w:val="auto"/>
        </w:rPr>
        <w:t>.</w:t>
      </w:r>
    </w:p>
    <w:p w:rsidR="00AC1FF1" w:rsidRPr="00AC1FF1" w:rsidRDefault="00675F85" w:rsidP="00AC1FF1">
      <w:pPr>
        <w:suppressAutoHyphens w:val="0"/>
        <w:spacing w:line="276" w:lineRule="auto"/>
        <w:jc w:val="both"/>
        <w:rPr>
          <w:rFonts w:cs="Arial"/>
          <w:b/>
          <w:color w:val="808080" w:themeColor="background1" w:themeShade="80"/>
          <w:sz w:val="12"/>
          <w:szCs w:val="28"/>
          <w:shd w:val="clear" w:color="auto" w:fill="FFFFFF"/>
        </w:rPr>
      </w:pPr>
      <w:r>
        <w:rPr>
          <w:color w:val="808080" w:themeColor="background1" w:themeShade="80"/>
        </w:rPr>
        <w:t>Exemple : Clause sociale AO</w:t>
      </w:r>
      <w:r w:rsidR="00AC1FF1" w:rsidRPr="00AC1FF1">
        <w:rPr>
          <w:color w:val="808080" w:themeColor="background1" w:themeShade="80"/>
        </w:rPr>
        <w:t>O-21035</w:t>
      </w:r>
    </w:p>
    <w:sectPr w:rsidR="00AC1FF1" w:rsidRPr="00AC1FF1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F85" w:rsidRDefault="00675F85">
      <w:r>
        <w:separator/>
      </w:r>
    </w:p>
  </w:endnote>
  <w:endnote w:type="continuationSeparator" w:id="0">
    <w:p w:rsidR="00675F85" w:rsidRDefault="00675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772499">
      <w:rPr>
        <w:rStyle w:val="Numrodepage"/>
        <w:noProof/>
      </w:rPr>
      <w:t>4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772499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772499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772499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F85" w:rsidRDefault="00675F85">
      <w:r>
        <w:separator/>
      </w:r>
    </w:p>
  </w:footnote>
  <w:footnote w:type="continuationSeparator" w:id="0">
    <w:p w:rsidR="00675F85" w:rsidRDefault="00675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0C6" w:rsidRDefault="006A60C6">
    <w:pPr>
      <w:rPr>
        <w:rFonts w:eastAsia="Times"/>
        <w:szCs w:val="20"/>
      </w:rPr>
    </w:pPr>
  </w:p>
  <w:p w:rsidR="006A60C6" w:rsidRDefault="006A60C6">
    <w:pPr>
      <w:rPr>
        <w:rFonts w:eastAsia="Times"/>
        <w:szCs w:val="20"/>
      </w:rPr>
    </w:pPr>
  </w:p>
  <w:p w:rsidR="007D3734" w:rsidRDefault="006A60C6">
    <w:pPr>
      <w:rPr>
        <w:rFonts w:eastAsia="Times"/>
        <w:szCs w:val="20"/>
      </w:rPr>
    </w:pPr>
    <w:r>
      <w:rPr>
        <w:rFonts w:cs="Arial"/>
        <w:noProof/>
      </w:rPr>
      <w:drawing>
        <wp:anchor distT="0" distB="0" distL="114300" distR="114300" simplePos="0" relativeHeight="251662336" behindDoc="0" locked="0" layoutInCell="1" allowOverlap="1" wp14:anchorId="74970BEE" wp14:editId="61B18F96">
          <wp:simplePos x="0" y="0"/>
          <wp:positionH relativeFrom="margin">
            <wp:posOffset>3882390</wp:posOffset>
          </wp:positionH>
          <wp:positionV relativeFrom="margin">
            <wp:posOffset>-1205230</wp:posOffset>
          </wp:positionV>
          <wp:extent cx="1853565" cy="647700"/>
          <wp:effectExtent l="0" t="0" r="0" b="0"/>
          <wp:wrapSquare wrapText="bothSides"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F-logo-10-20_26x65mm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66" t="12586" r="4923" b="14444"/>
                  <a:stretch/>
                </pic:blipFill>
                <pic:spPr bwMode="auto">
                  <a:xfrm>
                    <a:off x="0" y="0"/>
                    <a:ext cx="1853565" cy="647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3FDAAA6" wp14:editId="55887972">
          <wp:simplePos x="0" y="0"/>
          <wp:positionH relativeFrom="margin">
            <wp:posOffset>3810</wp:posOffset>
          </wp:positionH>
          <wp:positionV relativeFrom="paragraph">
            <wp:posOffset>33655</wp:posOffset>
          </wp:positionV>
          <wp:extent cx="1090295" cy="895985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IN_Education_Nationale_et_Jeunesse_CMJN.eps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295" cy="895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D3734" w:rsidRDefault="007D3734">
    <w:pPr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 w:rsidP="006A60C6">
    <w:pPr>
      <w:tabs>
        <w:tab w:val="left" w:pos="5055"/>
      </w:tabs>
      <w:rPr>
        <w:rFonts w:eastAsia="Times"/>
        <w:szCs w:val="20"/>
      </w:rPr>
    </w:pPr>
  </w:p>
  <w:p w:rsidR="006A60C6" w:rsidRDefault="006A60C6" w:rsidP="006A60C6">
    <w:pPr>
      <w:tabs>
        <w:tab w:val="left" w:pos="5055"/>
      </w:tabs>
      <w:rPr>
        <w:rFonts w:eastAsia="Times"/>
        <w:szCs w:val="20"/>
      </w:rPr>
    </w:pPr>
  </w:p>
  <w:p w:rsidR="006A60C6" w:rsidRDefault="006A60C6">
    <w:pPr>
      <w:jc w:val="center"/>
    </w:pPr>
  </w:p>
  <w:p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F85"/>
    <w:rsid w:val="00040D40"/>
    <w:rsid w:val="00050404"/>
    <w:rsid w:val="0009615B"/>
    <w:rsid w:val="000A39AA"/>
    <w:rsid w:val="000D7A36"/>
    <w:rsid w:val="000F7371"/>
    <w:rsid w:val="00117E59"/>
    <w:rsid w:val="00133B09"/>
    <w:rsid w:val="00147C06"/>
    <w:rsid w:val="00150EA8"/>
    <w:rsid w:val="00151EA3"/>
    <w:rsid w:val="00174455"/>
    <w:rsid w:val="001A28FD"/>
    <w:rsid w:val="001B22B9"/>
    <w:rsid w:val="001D03D2"/>
    <w:rsid w:val="001D6614"/>
    <w:rsid w:val="001E2508"/>
    <w:rsid w:val="001F258F"/>
    <w:rsid w:val="00203FD8"/>
    <w:rsid w:val="00223E57"/>
    <w:rsid w:val="002B1138"/>
    <w:rsid w:val="002C6F71"/>
    <w:rsid w:val="002E2DF6"/>
    <w:rsid w:val="002F68F5"/>
    <w:rsid w:val="003F1C4F"/>
    <w:rsid w:val="003F745B"/>
    <w:rsid w:val="00457112"/>
    <w:rsid w:val="0046364A"/>
    <w:rsid w:val="00486B75"/>
    <w:rsid w:val="004A2B95"/>
    <w:rsid w:val="004E5EB7"/>
    <w:rsid w:val="004E6760"/>
    <w:rsid w:val="005213DB"/>
    <w:rsid w:val="00526F7A"/>
    <w:rsid w:val="00533F84"/>
    <w:rsid w:val="00560AE3"/>
    <w:rsid w:val="005D3178"/>
    <w:rsid w:val="0061710C"/>
    <w:rsid w:val="00665918"/>
    <w:rsid w:val="00675F85"/>
    <w:rsid w:val="00687111"/>
    <w:rsid w:val="006A5022"/>
    <w:rsid w:val="006A60C6"/>
    <w:rsid w:val="006C5E2D"/>
    <w:rsid w:val="006D4D9D"/>
    <w:rsid w:val="006E1D34"/>
    <w:rsid w:val="006F624A"/>
    <w:rsid w:val="006F6AC1"/>
    <w:rsid w:val="006F7750"/>
    <w:rsid w:val="007214D2"/>
    <w:rsid w:val="00772499"/>
    <w:rsid w:val="00785006"/>
    <w:rsid w:val="007D3734"/>
    <w:rsid w:val="00800123"/>
    <w:rsid w:val="00834BBE"/>
    <w:rsid w:val="00835930"/>
    <w:rsid w:val="00867162"/>
    <w:rsid w:val="008C0CCE"/>
    <w:rsid w:val="008D31CD"/>
    <w:rsid w:val="009D3CE3"/>
    <w:rsid w:val="009D6C8E"/>
    <w:rsid w:val="00A104FC"/>
    <w:rsid w:val="00A32111"/>
    <w:rsid w:val="00A32C28"/>
    <w:rsid w:val="00A35961"/>
    <w:rsid w:val="00AB1AEB"/>
    <w:rsid w:val="00AB6D60"/>
    <w:rsid w:val="00AC1FF1"/>
    <w:rsid w:val="00AD6473"/>
    <w:rsid w:val="00B11931"/>
    <w:rsid w:val="00C26D8B"/>
    <w:rsid w:val="00CA5F10"/>
    <w:rsid w:val="00CA5FF3"/>
    <w:rsid w:val="00CC30B2"/>
    <w:rsid w:val="00D423EF"/>
    <w:rsid w:val="00D85D2F"/>
    <w:rsid w:val="00DB3F7D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1D977C"/>
  <w15:docId w15:val="{C8878B2F-0CAF-458A-A7A8-921FCBA1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tr-saam-b\ACHATS1\VADEMECUM\Clausier\Clause%20sociale%20de%20formation\2023.05_Annexe-fiche-entreprise%20-%20MdA%20Educ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938D63D58D24C4BA8308DF89D4B89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6A466C-B48E-41A7-85F2-761EAB4DC199}"/>
      </w:docPartPr>
      <w:docPartBody>
        <w:p w:rsidR="00C90C89" w:rsidRDefault="008B056D">
          <w:pPr>
            <w:pStyle w:val="3938D63D58D24C4BA8308DF89D4B894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19669A99FB24290A1A4D4FCDB9F1F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3588448-B9AA-4130-948F-E2342ED26577}"/>
      </w:docPartPr>
      <w:docPartBody>
        <w:p w:rsidR="00C90C89" w:rsidRDefault="008B056D">
          <w:pPr>
            <w:pStyle w:val="F19669A99FB24290A1A4D4FCDB9F1F54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95618C8E5AA34503808E161CC046A9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B704D7-C9D5-42D7-86DA-ED5AB030DC6A}"/>
      </w:docPartPr>
      <w:docPartBody>
        <w:p w:rsidR="00C90C89" w:rsidRDefault="008B056D">
          <w:pPr>
            <w:pStyle w:val="95618C8E5AA34503808E161CC046A96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EB61BF137004A75B3E80B73CCC06D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791FDF-CD1D-47DD-ADB5-928A3F9FB912}"/>
      </w:docPartPr>
      <w:docPartBody>
        <w:p w:rsidR="00C90C89" w:rsidRDefault="008B056D">
          <w:pPr>
            <w:pStyle w:val="CEB61BF137004A75B3E80B73CCC06D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FA8E8151D914045998C0E208FA94A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AFCFDC-8C51-456D-A0B4-99D8B8D86DC9}"/>
      </w:docPartPr>
      <w:docPartBody>
        <w:p w:rsidR="00C90C89" w:rsidRDefault="008B056D">
          <w:pPr>
            <w:pStyle w:val="5FA8E8151D914045998C0E208FA94A6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B42D5EA43FD43C493124D268640C28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0A79A3-1232-4AD3-A771-4034E445B45B}"/>
      </w:docPartPr>
      <w:docPartBody>
        <w:p w:rsidR="00C90C89" w:rsidRDefault="008B056D">
          <w:pPr>
            <w:pStyle w:val="4B42D5EA43FD43C493124D268640C28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203B78A5AE6484EB323FDFC19708D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8EA9CF-9A97-4DAF-9A97-15375C0BEE60}"/>
      </w:docPartPr>
      <w:docPartBody>
        <w:p w:rsidR="00C90C89" w:rsidRDefault="008B056D">
          <w:pPr>
            <w:pStyle w:val="5203B78A5AE6484EB323FDFC19708D9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8E801E71C904130A210A4F653FF93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722846-A1B2-49DC-AEC3-11617CFE9CAD}"/>
      </w:docPartPr>
      <w:docPartBody>
        <w:p w:rsidR="00C90C89" w:rsidRDefault="008B056D">
          <w:pPr>
            <w:pStyle w:val="D8E801E71C904130A210A4F653FF93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3C4C5C4D2B4A9CBBBA6F227CC92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C0869F-D43B-41B8-A546-A347AD8DB255}"/>
      </w:docPartPr>
      <w:docPartBody>
        <w:p w:rsidR="00C90C89" w:rsidRDefault="008B056D">
          <w:pPr>
            <w:pStyle w:val="153C4C5C4D2B4A9CBBBA6F227CC920E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2765CE1BB4EF2AE9286F44B1CDC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DDE49F-9A67-433B-B7B6-7C695C495A56}"/>
      </w:docPartPr>
      <w:docPartBody>
        <w:p w:rsidR="00C90C89" w:rsidRDefault="008B056D">
          <w:pPr>
            <w:pStyle w:val="1042765CE1BB4EF2AE9286F44B1CDC6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A282DCBFBD2406E8746B531A68E0C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7B031E-6260-418A-8DFA-AB0B539676D9}"/>
      </w:docPartPr>
      <w:docPartBody>
        <w:p w:rsidR="00C90C89" w:rsidRDefault="008B056D">
          <w:pPr>
            <w:pStyle w:val="DA282DCBFBD2406E8746B531A68E0C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C6B693D71B74CAAAAF7C4088D06FB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B4E75A-EA8A-484C-859D-6A73151B2FB9}"/>
      </w:docPartPr>
      <w:docPartBody>
        <w:p w:rsidR="00C90C89" w:rsidRDefault="008B056D">
          <w:pPr>
            <w:pStyle w:val="EC6B693D71B74CAAAAF7C4088D06FB3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8ADA020E8704927A8FE211C4C1900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CE7B1C-D066-45E8-8B4D-F27F029B2B16}"/>
      </w:docPartPr>
      <w:docPartBody>
        <w:p w:rsidR="00C90C89" w:rsidRDefault="008B056D">
          <w:pPr>
            <w:pStyle w:val="08ADA020E8704927A8FE211C4C1900D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9FFC2A005E24E4195A4893043E121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153855-A0D3-4A9C-9769-7ABEFDA940A8}"/>
      </w:docPartPr>
      <w:docPartBody>
        <w:p w:rsidR="00C90C89" w:rsidRDefault="008B056D">
          <w:pPr>
            <w:pStyle w:val="69FFC2A005E24E4195A4893043E121F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F7CDD5E80A648519317E79746398D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968185-D573-4237-AD08-C87574094EBC}"/>
      </w:docPartPr>
      <w:docPartBody>
        <w:p w:rsidR="00C90C89" w:rsidRDefault="008B056D">
          <w:pPr>
            <w:pStyle w:val="0F7CDD5E80A648519317E79746398DE1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1514AA6B12C4372847F9BCFB74061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75CAB8-8AAB-497A-A062-22774AB4B7EA}"/>
      </w:docPartPr>
      <w:docPartBody>
        <w:p w:rsidR="00C90C89" w:rsidRDefault="008B056D">
          <w:pPr>
            <w:pStyle w:val="D1514AA6B12C4372847F9BCFB74061E1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911C67943314A50A4439DF9B8C17F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D6F998-17A5-41E4-9EE2-1A15A6C17483}"/>
      </w:docPartPr>
      <w:docPartBody>
        <w:p w:rsidR="00C90C89" w:rsidRDefault="008B056D">
          <w:pPr>
            <w:pStyle w:val="6911C67943314A50A4439DF9B8C17F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DE069CA4ADE4F5A9CD5719C6B1394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B2780B-47C9-470C-9F91-3C724807F3B7}"/>
      </w:docPartPr>
      <w:docPartBody>
        <w:p w:rsidR="00C90C89" w:rsidRDefault="008B056D">
          <w:pPr>
            <w:pStyle w:val="0DE069CA4ADE4F5A9CD5719C6B1394F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62F58B2B64C4BC19A7B08AC8B004F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598B3E-090F-446A-B348-7796236B3CB7}"/>
      </w:docPartPr>
      <w:docPartBody>
        <w:p w:rsidR="00C90C89" w:rsidRDefault="008B056D">
          <w:pPr>
            <w:pStyle w:val="762F58B2B64C4BC19A7B08AC8B004F5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D7F99CA071844E2847A109C273A3D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140FCC-71AD-40F6-BBB7-CC1C7B6BF07E}"/>
      </w:docPartPr>
      <w:docPartBody>
        <w:p w:rsidR="00C90C89" w:rsidRDefault="008B056D">
          <w:pPr>
            <w:pStyle w:val="9D7F99CA071844E2847A109C273A3DD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EB9B480BB10443EA3AB4A6812DA4E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C5C97E-D4B2-4762-A8E4-85CF59E12D60}"/>
      </w:docPartPr>
      <w:docPartBody>
        <w:p w:rsidR="00C90C89" w:rsidRDefault="008B056D">
          <w:pPr>
            <w:pStyle w:val="9EB9B480BB10443EA3AB4A6812DA4E69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945DB9049AD457D903478F7CDEB02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AF34F9-F099-44BB-AF24-015DFFCD7EE7}"/>
      </w:docPartPr>
      <w:docPartBody>
        <w:p w:rsidR="00C90C89" w:rsidRDefault="008B056D">
          <w:pPr>
            <w:pStyle w:val="3945DB9049AD457D903478F7CDEB021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4731D9178944F57A2720F14B2FC9D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93BC21-DDBC-42C0-9464-7F1064369221}"/>
      </w:docPartPr>
      <w:docPartBody>
        <w:p w:rsidR="00C90C89" w:rsidRDefault="008B056D">
          <w:pPr>
            <w:pStyle w:val="54731D9178944F57A2720F14B2FC9D6D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74499A2835E34A798A3DB055DBD3C1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3A2FBF-BFBA-4126-A2B0-42A692772374}"/>
      </w:docPartPr>
      <w:docPartBody>
        <w:p w:rsidR="00C90C89" w:rsidRDefault="008B056D">
          <w:pPr>
            <w:pStyle w:val="74499A2835E34A798A3DB055DBD3C18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F5DEA29D6D64117BA49A06F0DCA8CA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27F1E3-4415-43F8-B3F2-790D631C3EC1}"/>
      </w:docPartPr>
      <w:docPartBody>
        <w:p w:rsidR="00C90C89" w:rsidRDefault="008B056D">
          <w:pPr>
            <w:pStyle w:val="FF5DEA29D6D64117BA49A06F0DCA8CA3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B338F97751F946F18F8F70B0B582CA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780DD6-18C4-4876-8EAF-2E21BD1E9EB9}"/>
      </w:docPartPr>
      <w:docPartBody>
        <w:p w:rsidR="00C90C89" w:rsidRDefault="008B056D">
          <w:pPr>
            <w:pStyle w:val="B338F97751F946F18F8F70B0B582CA6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8F211DAA4E44DB92E0A08896DA10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5B5E8-70F9-49D2-9CA7-F57AF8EE82B7}"/>
      </w:docPartPr>
      <w:docPartBody>
        <w:p w:rsidR="00C90C89" w:rsidRDefault="008B056D">
          <w:pPr>
            <w:pStyle w:val="B48F211DAA4E44DB92E0A08896DA10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6E1A6A9E494C49739FB3CDE444025A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389238-08E3-4A06-B0DC-C200C7717576}"/>
      </w:docPartPr>
      <w:docPartBody>
        <w:p w:rsidR="00C90C89" w:rsidRDefault="008B056D">
          <w:pPr>
            <w:pStyle w:val="6E1A6A9E494C49739FB3CDE444025A51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DB485989217443579621B1A523C513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03AAC4-A8A9-476C-833D-225B9E5AAF41}"/>
      </w:docPartPr>
      <w:docPartBody>
        <w:p w:rsidR="00C90C89" w:rsidRDefault="008B056D">
          <w:pPr>
            <w:pStyle w:val="DB485989217443579621B1A523C51394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3F9030B0DA74867A638E215EDC405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43C717-52C1-4BEC-8EE1-BCD015EED4DE}"/>
      </w:docPartPr>
      <w:docPartBody>
        <w:p w:rsidR="00C90C89" w:rsidRDefault="008B056D">
          <w:pPr>
            <w:pStyle w:val="83F9030B0DA74867A638E215EDC4052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E73C06568454596BF210D3992395A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5E8FF1-3BE2-44C3-9426-F57B641189B9}"/>
      </w:docPartPr>
      <w:docPartBody>
        <w:p w:rsidR="00C90C89" w:rsidRDefault="008B056D">
          <w:pPr>
            <w:pStyle w:val="6E73C06568454596BF210D3992395A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D4EA988C3C4FCB82424D6C59343D9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D41779-7D93-4552-897B-6E044845F132}"/>
      </w:docPartPr>
      <w:docPartBody>
        <w:p w:rsidR="00C90C89" w:rsidRDefault="008B056D">
          <w:pPr>
            <w:pStyle w:val="2FD4EA988C3C4FCB82424D6C59343D9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1C2A037719F4038B9E8D9E7AC6A38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8C6A51-BAFC-4C0E-8198-238DCFE69348}"/>
      </w:docPartPr>
      <w:docPartBody>
        <w:p w:rsidR="00C90C89" w:rsidRDefault="008B056D">
          <w:pPr>
            <w:pStyle w:val="01C2A037719F4038B9E8D9E7AC6A389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64B88989590433EB302DF14F2B3D2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0B9BC7-2A5A-42A1-BCC5-7A83B4FE7B2A}"/>
      </w:docPartPr>
      <w:docPartBody>
        <w:p w:rsidR="00C90C89" w:rsidRDefault="008B056D">
          <w:pPr>
            <w:pStyle w:val="964B88989590433EB302DF14F2B3D21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E1FD83DE0144D6C92A2D0DC1A5B85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7FC77B-D5E8-4E7C-8E03-3F0CA8ECAE3F}"/>
      </w:docPartPr>
      <w:docPartBody>
        <w:p w:rsidR="00C90C89" w:rsidRDefault="008B056D">
          <w:pPr>
            <w:pStyle w:val="1E1FD83DE0144D6C92A2D0DC1A5B85C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FFB3777D2F4423D8D2E9804B4379C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235EF2-C93B-488E-9FE2-5C564C9F3CD2}"/>
      </w:docPartPr>
      <w:docPartBody>
        <w:p w:rsidR="00C90C89" w:rsidRDefault="008B056D">
          <w:pPr>
            <w:pStyle w:val="1FFB3777D2F4423D8D2E9804B4379C0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2B95DC570A41498FB6CBA19BFC0B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2DD007-51F9-4351-B287-E8F115DFDCE7}"/>
      </w:docPartPr>
      <w:docPartBody>
        <w:p w:rsidR="00C90C89" w:rsidRDefault="008B056D">
          <w:pPr>
            <w:pStyle w:val="B42B95DC570A41498FB6CBA19BFC0B6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69C76077A1A4DD0AE4F6EDD7EE19D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F4364D-404E-439C-B65E-8879547D660A}"/>
      </w:docPartPr>
      <w:docPartBody>
        <w:p w:rsidR="00C90C89" w:rsidRDefault="008B056D">
          <w:pPr>
            <w:pStyle w:val="169C76077A1A4DD0AE4F6EDD7EE19D0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686E1D4491B4EB88588BD20625EA2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BA94CF-245E-43AE-BE38-AD40ECF1CCE8}"/>
      </w:docPartPr>
      <w:docPartBody>
        <w:p w:rsidR="00C90C89" w:rsidRDefault="008B056D">
          <w:pPr>
            <w:pStyle w:val="B686E1D4491B4EB88588BD20625EA2D1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05F01B0E344E21B8915E65C94AE4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904080-CD7F-4B0C-83CC-99BAB62C615A}"/>
      </w:docPartPr>
      <w:docPartBody>
        <w:p w:rsidR="00C90C89" w:rsidRDefault="008B056D">
          <w:pPr>
            <w:pStyle w:val="F305F01B0E344E21B8915E65C94AE43E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C0FC971CCAE34CBC838ECDEB9E27FB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BA5220-EA79-48F4-B22D-CB7ED7021A2F}"/>
      </w:docPartPr>
      <w:docPartBody>
        <w:p w:rsidR="00C90C89" w:rsidRDefault="008B056D" w:rsidP="008B056D">
          <w:pPr>
            <w:pStyle w:val="C0FC971CCAE34CBC838ECDEB9E27FBB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56D"/>
    <w:rsid w:val="008B056D"/>
    <w:rsid w:val="00C9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B056D"/>
    <w:rPr>
      <w:color w:val="808080"/>
    </w:rPr>
  </w:style>
  <w:style w:type="paragraph" w:customStyle="1" w:styleId="3938D63D58D24C4BA8308DF89D4B8947">
    <w:name w:val="3938D63D58D24C4BA8308DF89D4B8947"/>
  </w:style>
  <w:style w:type="paragraph" w:customStyle="1" w:styleId="F19669A99FB24290A1A4D4FCDB9F1F54">
    <w:name w:val="F19669A99FB24290A1A4D4FCDB9F1F54"/>
  </w:style>
  <w:style w:type="paragraph" w:customStyle="1" w:styleId="95618C8E5AA34503808E161CC046A963">
    <w:name w:val="95618C8E5AA34503808E161CC046A963"/>
  </w:style>
  <w:style w:type="paragraph" w:customStyle="1" w:styleId="CEB61BF137004A75B3E80B73CCC06DF7">
    <w:name w:val="CEB61BF137004A75B3E80B73CCC06DF7"/>
  </w:style>
  <w:style w:type="paragraph" w:customStyle="1" w:styleId="5FA8E8151D914045998C0E208FA94A60">
    <w:name w:val="5FA8E8151D914045998C0E208FA94A60"/>
  </w:style>
  <w:style w:type="paragraph" w:customStyle="1" w:styleId="4B42D5EA43FD43C493124D268640C28C">
    <w:name w:val="4B42D5EA43FD43C493124D268640C28C"/>
  </w:style>
  <w:style w:type="paragraph" w:customStyle="1" w:styleId="5203B78A5AE6484EB323FDFC19708D9B">
    <w:name w:val="5203B78A5AE6484EB323FDFC19708D9B"/>
  </w:style>
  <w:style w:type="paragraph" w:customStyle="1" w:styleId="D8E801E71C904130A210A4F653FF9369">
    <w:name w:val="D8E801E71C904130A210A4F653FF9369"/>
  </w:style>
  <w:style w:type="paragraph" w:customStyle="1" w:styleId="153C4C5C4D2B4A9CBBBA6F227CC920E3">
    <w:name w:val="153C4C5C4D2B4A9CBBBA6F227CC920E3"/>
  </w:style>
  <w:style w:type="paragraph" w:customStyle="1" w:styleId="1042765CE1BB4EF2AE9286F44B1CDC68">
    <w:name w:val="1042765CE1BB4EF2AE9286F44B1CDC68"/>
  </w:style>
  <w:style w:type="paragraph" w:customStyle="1" w:styleId="DA282DCBFBD2406E8746B531A68E0CDD">
    <w:name w:val="DA282DCBFBD2406E8746B531A68E0CDD"/>
  </w:style>
  <w:style w:type="paragraph" w:customStyle="1" w:styleId="EC6B693D71B74CAAAAF7C4088D06FB3D">
    <w:name w:val="EC6B693D71B74CAAAAF7C4088D06FB3D"/>
  </w:style>
  <w:style w:type="paragraph" w:customStyle="1" w:styleId="08ADA020E8704927A8FE211C4C1900D5">
    <w:name w:val="08ADA020E8704927A8FE211C4C1900D5"/>
  </w:style>
  <w:style w:type="paragraph" w:customStyle="1" w:styleId="69FFC2A005E24E4195A4893043E121F0">
    <w:name w:val="69FFC2A005E24E4195A4893043E121F0"/>
  </w:style>
  <w:style w:type="paragraph" w:customStyle="1" w:styleId="0F7CDD5E80A648519317E79746398DE1">
    <w:name w:val="0F7CDD5E80A648519317E79746398DE1"/>
  </w:style>
  <w:style w:type="paragraph" w:customStyle="1" w:styleId="D1514AA6B12C4372847F9BCFB74061E1">
    <w:name w:val="D1514AA6B12C4372847F9BCFB74061E1"/>
  </w:style>
  <w:style w:type="paragraph" w:customStyle="1" w:styleId="6911C67943314A50A4439DF9B8C17F9C">
    <w:name w:val="6911C67943314A50A4439DF9B8C17F9C"/>
  </w:style>
  <w:style w:type="paragraph" w:customStyle="1" w:styleId="0DE069CA4ADE4F5A9CD5719C6B1394F0">
    <w:name w:val="0DE069CA4ADE4F5A9CD5719C6B1394F0"/>
  </w:style>
  <w:style w:type="paragraph" w:customStyle="1" w:styleId="762F58B2B64C4BC19A7B08AC8B004F5D">
    <w:name w:val="762F58B2B64C4BC19A7B08AC8B004F5D"/>
  </w:style>
  <w:style w:type="paragraph" w:customStyle="1" w:styleId="9D7F99CA071844E2847A109C273A3DD3">
    <w:name w:val="9D7F99CA071844E2847A109C273A3DD3"/>
  </w:style>
  <w:style w:type="paragraph" w:customStyle="1" w:styleId="9EB9B480BB10443EA3AB4A6812DA4E69">
    <w:name w:val="9EB9B480BB10443EA3AB4A6812DA4E69"/>
  </w:style>
  <w:style w:type="paragraph" w:customStyle="1" w:styleId="3945DB9049AD457D903478F7CDEB0218">
    <w:name w:val="3945DB9049AD457D903478F7CDEB0218"/>
  </w:style>
  <w:style w:type="paragraph" w:customStyle="1" w:styleId="54731D9178944F57A2720F14B2FC9D6D">
    <w:name w:val="54731D9178944F57A2720F14B2FC9D6D"/>
  </w:style>
  <w:style w:type="paragraph" w:customStyle="1" w:styleId="74499A2835E34A798A3DB055DBD3C18A">
    <w:name w:val="74499A2835E34A798A3DB055DBD3C18A"/>
  </w:style>
  <w:style w:type="paragraph" w:customStyle="1" w:styleId="FF5DEA29D6D64117BA49A06F0DCA8CA3">
    <w:name w:val="FF5DEA29D6D64117BA49A06F0DCA8CA3"/>
  </w:style>
  <w:style w:type="paragraph" w:customStyle="1" w:styleId="B338F97751F946F18F8F70B0B582CA63">
    <w:name w:val="B338F97751F946F18F8F70B0B582CA63"/>
  </w:style>
  <w:style w:type="paragraph" w:customStyle="1" w:styleId="B48F211DAA4E44DB92E0A08896DA106A">
    <w:name w:val="B48F211DAA4E44DB92E0A08896DA106A"/>
  </w:style>
  <w:style w:type="paragraph" w:customStyle="1" w:styleId="6E1A6A9E494C49739FB3CDE444025A51">
    <w:name w:val="6E1A6A9E494C49739FB3CDE444025A51"/>
  </w:style>
  <w:style w:type="paragraph" w:customStyle="1" w:styleId="DB485989217443579621B1A523C51394">
    <w:name w:val="DB485989217443579621B1A523C51394"/>
  </w:style>
  <w:style w:type="paragraph" w:customStyle="1" w:styleId="83F9030B0DA74867A638E215EDC40528">
    <w:name w:val="83F9030B0DA74867A638E215EDC40528"/>
  </w:style>
  <w:style w:type="paragraph" w:customStyle="1" w:styleId="6E73C06568454596BF210D3992395A04">
    <w:name w:val="6E73C06568454596BF210D3992395A04"/>
  </w:style>
  <w:style w:type="paragraph" w:customStyle="1" w:styleId="2FD4EA988C3C4FCB82424D6C59343D9F">
    <w:name w:val="2FD4EA988C3C4FCB82424D6C59343D9F"/>
  </w:style>
  <w:style w:type="paragraph" w:customStyle="1" w:styleId="01C2A037719F4038B9E8D9E7AC6A3899">
    <w:name w:val="01C2A037719F4038B9E8D9E7AC6A3899"/>
  </w:style>
  <w:style w:type="paragraph" w:customStyle="1" w:styleId="964B88989590433EB302DF14F2B3D217">
    <w:name w:val="964B88989590433EB302DF14F2B3D217"/>
  </w:style>
  <w:style w:type="paragraph" w:customStyle="1" w:styleId="1E1FD83DE0144D6C92A2D0DC1A5B85CD">
    <w:name w:val="1E1FD83DE0144D6C92A2D0DC1A5B85CD"/>
  </w:style>
  <w:style w:type="paragraph" w:customStyle="1" w:styleId="1FFB3777D2F4423D8D2E9804B4379C05">
    <w:name w:val="1FFB3777D2F4423D8D2E9804B4379C05"/>
  </w:style>
  <w:style w:type="paragraph" w:customStyle="1" w:styleId="B42B95DC570A41498FB6CBA19BFC0B64">
    <w:name w:val="B42B95DC570A41498FB6CBA19BFC0B64"/>
  </w:style>
  <w:style w:type="paragraph" w:customStyle="1" w:styleId="169C76077A1A4DD0AE4F6EDD7EE19D0D">
    <w:name w:val="169C76077A1A4DD0AE4F6EDD7EE19D0D"/>
  </w:style>
  <w:style w:type="paragraph" w:customStyle="1" w:styleId="B686E1D4491B4EB88588BD20625EA2D1">
    <w:name w:val="B686E1D4491B4EB88588BD20625EA2D1"/>
  </w:style>
  <w:style w:type="paragraph" w:customStyle="1" w:styleId="F305F01B0E344E21B8915E65C94AE43E">
    <w:name w:val="F305F01B0E344E21B8915E65C94AE43E"/>
  </w:style>
  <w:style w:type="paragraph" w:customStyle="1" w:styleId="C0FC971CCAE34CBC838ECDEB9E27FBB4">
    <w:name w:val="C0FC971CCAE34CBC838ECDEB9E27FBB4"/>
    <w:rsid w:val="008B05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5CAE0-5B55-40DE-A224-26DC7E41B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2023.05_Annexe-fiche-entreprise - MdA Educ.dotx</Template>
  <TotalTime>9</TotalTime>
  <Pages>5</Pages>
  <Words>1180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Administration centrale</dc:creator>
  <cp:lastModifiedBy>MATHIEU STRZELECKI</cp:lastModifiedBy>
  <cp:revision>2</cp:revision>
  <dcterms:created xsi:type="dcterms:W3CDTF">2025-07-24T13:55:00Z</dcterms:created>
  <dcterms:modified xsi:type="dcterms:W3CDTF">2025-07-25T06:20:00Z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